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045A1" w14:textId="77777777" w:rsidR="00406AF5" w:rsidRDefault="00997F14" w:rsidP="00406AF5">
      <w:pPr>
        <w:spacing w:line="240" w:lineRule="auto"/>
        <w:jc w:val="right"/>
        <w:rPr>
          <w:rFonts w:ascii="Corbel" w:hAnsi="Corbel"/>
          <w:bCs/>
          <w:i/>
        </w:rPr>
      </w:pPr>
      <w:r w:rsidRPr="643FA56F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6AF5">
        <w:rPr>
          <w:rFonts w:ascii="Corbel" w:hAnsi="Corbel"/>
          <w:bCs/>
          <w:i/>
        </w:rPr>
        <w:t>Załącznik nr 1.5 do Zarządzenia Rektora UR nr 7/2023</w:t>
      </w:r>
    </w:p>
    <w:p w14:paraId="76BBDA19" w14:textId="77777777" w:rsidR="00406AF5" w:rsidRDefault="00406AF5" w:rsidP="00406AF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FAADC29" w14:textId="358D5964" w:rsidR="00406AF5" w:rsidRDefault="00406AF5" w:rsidP="00406AF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D54E60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D54E60">
        <w:rPr>
          <w:rFonts w:ascii="Corbel" w:hAnsi="Corbel"/>
          <w:b/>
          <w:smallCaps/>
          <w:sz w:val="24"/>
          <w:szCs w:val="24"/>
        </w:rPr>
        <w:t>8</w:t>
      </w:r>
    </w:p>
    <w:p w14:paraId="78CCCAA9" w14:textId="77777777" w:rsidR="00406AF5" w:rsidRDefault="00406AF5" w:rsidP="00406AF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EF45A3C" w14:textId="7CFEE335" w:rsidR="00406AF5" w:rsidRPr="00EA4832" w:rsidRDefault="00406AF5" w:rsidP="00406AF5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96CC4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396CC4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260348" w14:textId="77777777" w:rsidTr="00D54E60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38376D" w14:textId="77777777" w:rsidR="0085747A" w:rsidRPr="009C54AE" w:rsidRDefault="00EA0C0F" w:rsidP="645CBB7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45CBB7D">
              <w:rPr>
                <w:rFonts w:ascii="Corbel" w:hAnsi="Corbel"/>
                <w:bCs/>
                <w:sz w:val="24"/>
                <w:szCs w:val="24"/>
              </w:rPr>
              <w:t>Międzynarodowa ochrona praw człowieka</w:t>
            </w:r>
          </w:p>
        </w:tc>
      </w:tr>
      <w:tr w:rsidR="0085747A" w:rsidRPr="009C54AE" w14:paraId="4FC53954" w14:textId="77777777" w:rsidTr="00D54E60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4A45E45" w14:textId="77777777" w:rsidR="0085747A" w:rsidRPr="009C54AE" w:rsidRDefault="00CA5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MK_27</w:t>
            </w:r>
          </w:p>
        </w:tc>
      </w:tr>
      <w:tr w:rsidR="00D54E60" w:rsidRPr="009C54AE" w14:paraId="600AAC5B" w14:textId="77777777" w:rsidTr="00D54E60">
        <w:tc>
          <w:tcPr>
            <w:tcW w:w="2694" w:type="dxa"/>
            <w:vAlign w:val="center"/>
          </w:tcPr>
          <w:p w14:paraId="249A5C16" w14:textId="77777777" w:rsidR="00D54E60" w:rsidRPr="009C54AE" w:rsidRDefault="00D54E60" w:rsidP="00D54E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00EE9D8F" w14:textId="2BB027D9" w:rsidR="00D54E60" w:rsidRPr="00D54E60" w:rsidRDefault="00D54E60" w:rsidP="00D54E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4E60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D54E60" w:rsidRPr="009C54AE" w14:paraId="0AEA36E1" w14:textId="77777777" w:rsidTr="00D54E60">
        <w:tc>
          <w:tcPr>
            <w:tcW w:w="2694" w:type="dxa"/>
            <w:vAlign w:val="center"/>
          </w:tcPr>
          <w:p w14:paraId="0A39E105" w14:textId="77777777" w:rsidR="00D54E60" w:rsidRPr="009C54AE" w:rsidRDefault="00D54E60" w:rsidP="00D54E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7E3E3000" w14:textId="2670A289" w:rsidR="00D54E60" w:rsidRPr="00D54E60" w:rsidRDefault="00D54E60" w:rsidP="00D54E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</w:pPr>
            <w:r w:rsidRPr="00D54E60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0D54E60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A828DE0" w14:textId="77777777" w:rsidTr="00D54E60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B0B03E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14:paraId="3A488BE5" w14:textId="77777777" w:rsidTr="00D54E60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8E4151E" w14:textId="77777777" w:rsidTr="00D54E60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EF4C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5D4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D54E60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A0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9EA273B" w14:textId="77777777" w:rsidTr="00D54E60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9C54AE" w:rsidRDefault="00CA5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00D54E60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0515BE" w14:textId="77777777" w:rsidTr="00D54E60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2A163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5747A" w:rsidRPr="009C54AE" w14:paraId="62AEEBA0" w14:textId="77777777" w:rsidTr="00D54E60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B44F7D" w14:textId="77777777" w:rsidR="0085747A" w:rsidRPr="009C54AE" w:rsidRDefault="000E5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1035"/>
        <w:gridCol w:w="690"/>
        <w:gridCol w:w="945"/>
        <w:gridCol w:w="795"/>
        <w:gridCol w:w="870"/>
        <w:gridCol w:w="795"/>
        <w:gridCol w:w="990"/>
        <w:gridCol w:w="1035"/>
        <w:gridCol w:w="1183"/>
      </w:tblGrid>
      <w:tr w:rsidR="00015B8F" w:rsidRPr="009C54AE" w14:paraId="4A00F406" w14:textId="77777777" w:rsidTr="645CBB7D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FFAF44" w14:textId="77777777" w:rsidTr="645CBB7D">
        <w:trPr>
          <w:trHeight w:val="45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EF4C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A0C0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9C54AE" w:rsidRDefault="000E5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CA5A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937DFEB">
        <w:rPr>
          <w:rFonts w:ascii="Corbel" w:hAnsi="Corbel"/>
          <w:smallCaps w:val="0"/>
        </w:rPr>
        <w:t>1.</w:t>
      </w:r>
      <w:r w:rsidR="00E22FBC" w:rsidRPr="0937DFEB">
        <w:rPr>
          <w:rFonts w:ascii="Corbel" w:hAnsi="Corbel"/>
          <w:smallCaps w:val="0"/>
        </w:rPr>
        <w:t>2</w:t>
      </w:r>
      <w:r w:rsidR="00F83B28" w:rsidRPr="0937DFEB">
        <w:rPr>
          <w:rFonts w:ascii="Corbel" w:hAnsi="Corbel"/>
          <w:smallCaps w:val="0"/>
        </w:rPr>
        <w:t>.</w:t>
      </w:r>
      <w:r>
        <w:tab/>
      </w:r>
      <w:r w:rsidRPr="0937DFEB">
        <w:rPr>
          <w:rFonts w:ascii="Corbel" w:hAnsi="Corbel"/>
          <w:smallCaps w:val="0"/>
        </w:rPr>
        <w:t xml:space="preserve">Sposób realizacji zajęć  </w:t>
      </w:r>
    </w:p>
    <w:p w14:paraId="1D96BD3C" w14:textId="72BDA204" w:rsidR="0937DFEB" w:rsidRDefault="0937DFEB" w:rsidP="0937DFEB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</w:p>
    <w:p w14:paraId="01988DE1" w14:textId="0FD8C9D7" w:rsidR="0085747A" w:rsidRPr="009C54AE" w:rsidRDefault="3AF7ADEF" w:rsidP="645CBB7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645CBB7D">
        <w:rPr>
          <w:rFonts w:ascii="MS Gothic" w:eastAsia="MS Gothic" w:hAnsi="MS Gothic" w:cs="MS Gothic"/>
          <w:b w:val="0"/>
        </w:rPr>
        <w:t xml:space="preserve"> </w:t>
      </w:r>
      <w:r w:rsidR="000E5D42" w:rsidRPr="645CBB7D">
        <w:rPr>
          <w:rFonts w:ascii="MS Gothic" w:eastAsia="MS Gothic" w:hAnsi="MS Gothic" w:cs="MS Gothic"/>
          <w:b w:val="0"/>
        </w:rPr>
        <w:t>x</w:t>
      </w:r>
      <w:r w:rsidR="0085747A" w:rsidRPr="645CBB7D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13010C7" w:rsidR="00E22FBC" w:rsidRPr="009C54AE" w:rsidRDefault="00E22FBC" w:rsidP="643FA5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43FA56F">
        <w:rPr>
          <w:rFonts w:ascii="Corbel" w:hAnsi="Corbel"/>
          <w:smallCaps w:val="0"/>
        </w:rPr>
        <w:t xml:space="preserve">1.3 </w:t>
      </w:r>
      <w:r>
        <w:tab/>
      </w:r>
      <w:r w:rsidRPr="643FA56F">
        <w:rPr>
          <w:rFonts w:ascii="Corbel" w:hAnsi="Corbel"/>
          <w:smallCaps w:val="0"/>
        </w:rPr>
        <w:t>For</w:t>
      </w:r>
      <w:r w:rsidR="00445970" w:rsidRPr="643FA56F">
        <w:rPr>
          <w:rFonts w:ascii="Corbel" w:hAnsi="Corbel"/>
          <w:smallCaps w:val="0"/>
        </w:rPr>
        <w:t xml:space="preserve">ma zaliczenia przedmiotu </w:t>
      </w:r>
      <w:r w:rsidRPr="643FA56F">
        <w:rPr>
          <w:rFonts w:ascii="Corbel" w:hAnsi="Corbel"/>
          <w:smallCaps w:val="0"/>
        </w:rPr>
        <w:t xml:space="preserve">(z toku) </w:t>
      </w:r>
      <w:r w:rsidRPr="643FA56F">
        <w:rPr>
          <w:rFonts w:ascii="Corbel" w:hAnsi="Corbel"/>
          <w:b w:val="0"/>
          <w:smallCaps w:val="0"/>
        </w:rPr>
        <w:t>(egzamin, zaliczenie z oceną, zaliczenie bez oceny)</w:t>
      </w:r>
    </w:p>
    <w:p w14:paraId="41C8F39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EA0C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  <w:r w:rsidR="000E5D42">
        <w:rPr>
          <w:rFonts w:ascii="Corbel" w:hAnsi="Corbel"/>
          <w:b w:val="0"/>
          <w:szCs w:val="24"/>
        </w:rPr>
        <w:t xml:space="preserve"> z oceną</w:t>
      </w:r>
    </w:p>
    <w:p w14:paraId="72A3D3EC" w14:textId="77777777" w:rsidR="00EA0C0F" w:rsidRDefault="00EA0C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45CBB7D">
        <w:rPr>
          <w:rFonts w:ascii="Corbel" w:hAnsi="Corbel"/>
        </w:rPr>
        <w:t xml:space="preserve">2.Wymagania wstępne </w:t>
      </w:r>
    </w:p>
    <w:p w14:paraId="6234FF7C" w14:textId="210CB93D" w:rsidR="645CBB7D" w:rsidRDefault="645CBB7D" w:rsidP="645CBB7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8A2F31" w14:textId="77777777" w:rsidTr="645CBB7D">
        <w:tc>
          <w:tcPr>
            <w:tcW w:w="9670" w:type="dxa"/>
          </w:tcPr>
          <w:p w14:paraId="0D0B940D" w14:textId="2FD289BC" w:rsidR="0085747A" w:rsidRPr="009C54AE" w:rsidRDefault="000E5D42" w:rsidP="645CBB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45CBB7D">
              <w:rPr>
                <w:rFonts w:ascii="Corbel" w:hAnsi="Corbel"/>
                <w:b w:val="0"/>
                <w:smallCaps w:val="0"/>
                <w:color w:val="000000" w:themeColor="text1"/>
              </w:rPr>
              <w:t>Ogólna wiedza na temat naruszeń praw człowieka we współczesnym świecie.</w:t>
            </w:r>
          </w:p>
        </w:tc>
      </w:tr>
    </w:tbl>
    <w:p w14:paraId="0E27B00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0FFE9A63" w:rsidR="0085747A" w:rsidRPr="00C05F44" w:rsidRDefault="0071620A" w:rsidP="643FA56F">
      <w:pPr>
        <w:pStyle w:val="Punktygwne"/>
        <w:spacing w:before="0" w:after="0"/>
        <w:rPr>
          <w:rFonts w:ascii="Corbel" w:hAnsi="Corbel"/>
        </w:rPr>
      </w:pPr>
      <w:r w:rsidRPr="643FA56F">
        <w:rPr>
          <w:rFonts w:ascii="Corbel" w:hAnsi="Corbel"/>
        </w:rPr>
        <w:lastRenderedPageBreak/>
        <w:t>3.</w:t>
      </w:r>
      <w:r w:rsidR="0085747A" w:rsidRPr="643FA56F">
        <w:rPr>
          <w:rFonts w:ascii="Corbel" w:hAnsi="Corbel"/>
        </w:rPr>
        <w:t xml:space="preserve"> </w:t>
      </w:r>
      <w:r w:rsidR="00A84C85" w:rsidRPr="643FA56F">
        <w:rPr>
          <w:rFonts w:ascii="Corbel" w:hAnsi="Corbel"/>
        </w:rPr>
        <w:t>cele, efekty uczenia się</w:t>
      </w:r>
      <w:r w:rsidR="0085747A" w:rsidRPr="643FA56F">
        <w:rPr>
          <w:rFonts w:ascii="Corbel" w:hAnsi="Corbel"/>
        </w:rPr>
        <w:t>, treści Programowe i stosowane metody Dydaktyczne</w:t>
      </w:r>
    </w:p>
    <w:p w14:paraId="60061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EAF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46FC4" w:rsidRPr="009C54AE" w14:paraId="4277564B" w14:textId="77777777" w:rsidTr="00046FC4">
        <w:tc>
          <w:tcPr>
            <w:tcW w:w="845" w:type="dxa"/>
            <w:vAlign w:val="center"/>
          </w:tcPr>
          <w:p w14:paraId="5372B5A4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CEB9D0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03DA">
              <w:rPr>
                <w:rFonts w:ascii="Corbel" w:hAnsi="Corbel"/>
                <w:b w:val="0"/>
                <w:sz w:val="24"/>
                <w:szCs w:val="24"/>
              </w:rPr>
              <w:t>Zapoznanie studenta z problematyką praw człowieka i ich ochrony na poziomie międzynarodowym</w:t>
            </w:r>
          </w:p>
        </w:tc>
      </w:tr>
      <w:tr w:rsidR="00046FC4" w:rsidRPr="009C54AE" w14:paraId="2082D6A8" w14:textId="77777777" w:rsidTr="00046FC4">
        <w:tc>
          <w:tcPr>
            <w:tcW w:w="845" w:type="dxa"/>
            <w:vAlign w:val="center"/>
          </w:tcPr>
          <w:p w14:paraId="550CF7E8" w14:textId="77777777" w:rsidR="00046FC4" w:rsidRPr="009C54AE" w:rsidRDefault="00046FC4" w:rsidP="00046F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D6043C0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03DA">
              <w:rPr>
                <w:rFonts w:ascii="Corbel" w:hAnsi="Corbel"/>
                <w:b w:val="0"/>
                <w:sz w:val="24"/>
                <w:szCs w:val="24"/>
              </w:rPr>
              <w:t>Przedstawienie głównych systemów ochrony praw człowieka.</w:t>
            </w:r>
          </w:p>
        </w:tc>
      </w:tr>
      <w:tr w:rsidR="00046FC4" w:rsidRPr="009C54AE" w14:paraId="33D61CBD" w14:textId="77777777" w:rsidTr="00046FC4">
        <w:tc>
          <w:tcPr>
            <w:tcW w:w="845" w:type="dxa"/>
            <w:vAlign w:val="center"/>
          </w:tcPr>
          <w:p w14:paraId="53C0B3C4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06535C69" w14:textId="77777777" w:rsidR="00046FC4" w:rsidRPr="009C54AE" w:rsidRDefault="00046FC4" w:rsidP="00046F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03DA">
              <w:rPr>
                <w:rFonts w:ascii="Corbel" w:hAnsi="Corbel"/>
                <w:b w:val="0"/>
                <w:sz w:val="24"/>
                <w:szCs w:val="24"/>
              </w:rPr>
              <w:t>Analiza wybranych przypadków naruszeń praw człowieka.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EC6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352C3A" w14:textId="77777777" w:rsidTr="005E6E85">
        <w:tc>
          <w:tcPr>
            <w:tcW w:w="1701" w:type="dxa"/>
          </w:tcPr>
          <w:p w14:paraId="4FCA5964" w14:textId="77777777" w:rsidR="0085747A" w:rsidRPr="009C54AE" w:rsidRDefault="0085747A" w:rsidP="006B0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D823342" w14:textId="77777777" w:rsidR="0085747A" w:rsidRPr="009C54AE" w:rsidRDefault="00D514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międzynarodow</w:t>
            </w:r>
            <w:r w:rsidR="00046FC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system</w:t>
            </w:r>
            <w:r w:rsidR="00046FC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ochrony praw człowieka.</w:t>
            </w:r>
          </w:p>
        </w:tc>
        <w:tc>
          <w:tcPr>
            <w:tcW w:w="1873" w:type="dxa"/>
          </w:tcPr>
          <w:p w14:paraId="01A75E0E" w14:textId="77777777" w:rsidR="0085747A" w:rsidRPr="009C54AE" w:rsidRDefault="00D51414" w:rsidP="00D514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EA0C0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A0C0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5747A" w:rsidRPr="009C54AE" w14:paraId="0057A081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6B0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BE858C" w14:textId="77777777" w:rsidR="0085747A" w:rsidRPr="009C54AE" w:rsidRDefault="00D514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F2A58">
              <w:rPr>
                <w:rFonts w:ascii="Corbel" w:hAnsi="Corbel"/>
                <w:b w:val="0"/>
                <w:smallCaps w:val="0"/>
                <w:szCs w:val="24"/>
              </w:rPr>
              <w:t>historyczne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determinanty międzynarodowej ochrony praw człowieka.</w:t>
            </w:r>
          </w:p>
        </w:tc>
        <w:tc>
          <w:tcPr>
            <w:tcW w:w="1873" w:type="dxa"/>
          </w:tcPr>
          <w:p w14:paraId="3FB25131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67BD321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6B0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5141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CF821E7" w14:textId="77777777" w:rsidR="0085747A" w:rsidRPr="009C54AE" w:rsidRDefault="00D514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3929DF">
              <w:rPr>
                <w:rFonts w:ascii="Corbel" w:hAnsi="Corbel"/>
                <w:b w:val="0"/>
                <w:smallCaps w:val="0"/>
                <w:szCs w:val="24"/>
              </w:rPr>
              <w:t>wykorzystać zdobytą wiedzę i pozyskać dane do analizowania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przypadków naruszeń praw człowieka.</w:t>
            </w:r>
          </w:p>
        </w:tc>
        <w:tc>
          <w:tcPr>
            <w:tcW w:w="1873" w:type="dxa"/>
          </w:tcPr>
          <w:p w14:paraId="2A4E307F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51414" w:rsidRPr="009C54AE" w14:paraId="10147457" w14:textId="77777777" w:rsidTr="005E6E85">
        <w:tc>
          <w:tcPr>
            <w:tcW w:w="1701" w:type="dxa"/>
          </w:tcPr>
          <w:p w14:paraId="78C3198C" w14:textId="77777777" w:rsidR="00D51414" w:rsidRPr="009C54AE" w:rsidRDefault="00D51414" w:rsidP="006B0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E83733" w14:textId="77777777" w:rsidR="00D51414" w:rsidRDefault="00D514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</w:t>
            </w:r>
            <w:r w:rsidRPr="003929DF">
              <w:rPr>
                <w:rFonts w:ascii="Corbel" w:hAnsi="Corbel"/>
                <w:b w:val="0"/>
                <w:smallCaps w:val="0"/>
                <w:szCs w:val="24"/>
              </w:rPr>
              <w:t xml:space="preserve">szanowania różnych punktów widzenia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kontekście różnorodności kulturowej.</w:t>
            </w:r>
          </w:p>
        </w:tc>
        <w:tc>
          <w:tcPr>
            <w:tcW w:w="1873" w:type="dxa"/>
          </w:tcPr>
          <w:p w14:paraId="37643912" w14:textId="77777777" w:rsidR="00D51414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645CBB7D">
        <w:rPr>
          <w:rFonts w:ascii="Corbel" w:hAnsi="Corbel"/>
          <w:b/>
          <w:bCs/>
          <w:sz w:val="24"/>
          <w:szCs w:val="24"/>
        </w:rPr>
        <w:t>3.3</w:t>
      </w:r>
      <w:r w:rsidR="001D7B54" w:rsidRPr="645CBB7D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645CBB7D">
        <w:rPr>
          <w:rFonts w:ascii="Corbel" w:hAnsi="Corbel"/>
          <w:b/>
          <w:bCs/>
          <w:sz w:val="24"/>
          <w:szCs w:val="24"/>
        </w:rPr>
        <w:t>T</w:t>
      </w:r>
      <w:r w:rsidR="001D7B54" w:rsidRPr="645CBB7D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645CBB7D">
        <w:rPr>
          <w:rFonts w:ascii="Corbel" w:hAnsi="Corbel"/>
          <w:sz w:val="24"/>
          <w:szCs w:val="24"/>
        </w:rPr>
        <w:t xml:space="preserve">  </w:t>
      </w:r>
    </w:p>
    <w:p w14:paraId="56CF59E3" w14:textId="77777777" w:rsidR="0085747A" w:rsidRPr="00D514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4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645CBB7D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414" w:rsidRPr="009C54AE" w14:paraId="6347A99E" w14:textId="77777777" w:rsidTr="645CBB7D">
        <w:tc>
          <w:tcPr>
            <w:tcW w:w="9520" w:type="dxa"/>
          </w:tcPr>
          <w:p w14:paraId="72F61A71" w14:textId="77777777" w:rsidR="00D51414" w:rsidRPr="009C54AE" w:rsidRDefault="00D51414" w:rsidP="00614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Prawa człowieka – podstawowe pojęcia</w:t>
            </w:r>
          </w:p>
        </w:tc>
      </w:tr>
      <w:tr w:rsidR="00D51414" w:rsidRPr="009C54AE" w14:paraId="7D27BC34" w14:textId="77777777" w:rsidTr="645CBB7D">
        <w:tc>
          <w:tcPr>
            <w:tcW w:w="9520" w:type="dxa"/>
          </w:tcPr>
          <w:p w14:paraId="2AA8723E" w14:textId="77777777" w:rsidR="00D51414" w:rsidRPr="009C54AE" w:rsidRDefault="00D51414" w:rsidP="00614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</w:p>
        </w:tc>
      </w:tr>
      <w:tr w:rsidR="00D51414" w:rsidRPr="009C54AE" w14:paraId="54478139" w14:textId="77777777" w:rsidTr="645CBB7D">
        <w:tc>
          <w:tcPr>
            <w:tcW w:w="9520" w:type="dxa"/>
          </w:tcPr>
          <w:p w14:paraId="64E6412D" w14:textId="77777777" w:rsidR="00D51414" w:rsidRPr="009C54AE" w:rsidRDefault="00D51414" w:rsidP="00614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Podstawowe prawa jednostki</w:t>
            </w:r>
          </w:p>
        </w:tc>
      </w:tr>
      <w:tr w:rsidR="00D51414" w:rsidRPr="009C54AE" w14:paraId="2F987A82" w14:textId="77777777" w:rsidTr="645CBB7D">
        <w:tc>
          <w:tcPr>
            <w:tcW w:w="9520" w:type="dxa"/>
          </w:tcPr>
          <w:p w14:paraId="0421C628" w14:textId="77777777" w:rsidR="00D51414" w:rsidRPr="009C54AE" w:rsidRDefault="00D51414" w:rsidP="00614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Mechanizmy ochrony praw człowieka</w:t>
            </w:r>
          </w:p>
        </w:tc>
      </w:tr>
      <w:tr w:rsidR="00D51414" w:rsidRPr="009C54AE" w14:paraId="07AC3668" w14:textId="77777777" w:rsidTr="645CBB7D">
        <w:tc>
          <w:tcPr>
            <w:tcW w:w="9520" w:type="dxa"/>
          </w:tcPr>
          <w:p w14:paraId="7A1C0220" w14:textId="77777777" w:rsidR="00D51414" w:rsidRPr="009C54AE" w:rsidRDefault="00D51414" w:rsidP="00614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Ochrona praw niektórych grup osób</w:t>
            </w:r>
          </w:p>
        </w:tc>
      </w:tr>
      <w:tr w:rsidR="00D51414" w:rsidRPr="009C54AE" w14:paraId="6A481948" w14:textId="77777777" w:rsidTr="645CBB7D">
        <w:tc>
          <w:tcPr>
            <w:tcW w:w="9520" w:type="dxa"/>
          </w:tcPr>
          <w:p w14:paraId="63CD03C0" w14:textId="77777777" w:rsidR="00D51414" w:rsidRPr="002303DA" w:rsidRDefault="00D51414" w:rsidP="00614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Międzynarodowe prawo konfliktów zbrojnych</w:t>
            </w:r>
          </w:p>
        </w:tc>
      </w:tr>
      <w:tr w:rsidR="00D51414" w:rsidRPr="009C54AE" w14:paraId="5F6AA33C" w14:textId="77777777" w:rsidTr="645CBB7D">
        <w:tc>
          <w:tcPr>
            <w:tcW w:w="9520" w:type="dxa"/>
          </w:tcPr>
          <w:p w14:paraId="7479A7BD" w14:textId="77777777" w:rsidR="00D51414" w:rsidRPr="009C54AE" w:rsidRDefault="00D51414" w:rsidP="00614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Współczesne naruszenia praw człowieka</w:t>
            </w:r>
          </w:p>
        </w:tc>
      </w:tr>
      <w:tr w:rsidR="00D51414" w:rsidRPr="009C54AE" w14:paraId="41822B95" w14:textId="77777777" w:rsidTr="645CBB7D">
        <w:tc>
          <w:tcPr>
            <w:tcW w:w="9520" w:type="dxa"/>
          </w:tcPr>
          <w:p w14:paraId="61EF5F50" w14:textId="77777777" w:rsidR="00D51414" w:rsidRPr="009C54AE" w:rsidRDefault="00D51414" w:rsidP="00614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I, II i III generacji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2377B" w14:textId="77777777" w:rsidR="00153C41" w:rsidRPr="00D51414" w:rsidRDefault="00046F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9F4610" w:rsidRPr="00D51414">
        <w:rPr>
          <w:rFonts w:ascii="Corbel" w:hAnsi="Corbel"/>
          <w:b w:val="0"/>
          <w:smallCaps w:val="0"/>
          <w:szCs w:val="24"/>
        </w:rPr>
        <w:t xml:space="preserve">naliza </w:t>
      </w:r>
      <w:r w:rsidR="00923D7D" w:rsidRPr="00D5141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D51414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D514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D51414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D51414">
        <w:rPr>
          <w:rFonts w:ascii="Corbel" w:hAnsi="Corbel"/>
          <w:b w:val="0"/>
          <w:smallCaps w:val="0"/>
          <w:szCs w:val="24"/>
        </w:rPr>
        <w:t>),</w:t>
      </w:r>
      <w:r w:rsidR="001718A7" w:rsidRPr="00D5141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D51414">
        <w:rPr>
          <w:rFonts w:ascii="Corbel" w:hAnsi="Corbel"/>
          <w:b w:val="0"/>
          <w:smallCaps w:val="0"/>
          <w:szCs w:val="24"/>
        </w:rPr>
        <w:t>grupach</w:t>
      </w:r>
      <w:r w:rsidR="0071620A" w:rsidRPr="00D5141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D5141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D51414">
        <w:rPr>
          <w:rFonts w:ascii="Corbel" w:hAnsi="Corbel"/>
          <w:b w:val="0"/>
          <w:smallCaps w:val="0"/>
          <w:szCs w:val="24"/>
        </w:rPr>
        <w:t>,</w:t>
      </w:r>
      <w:r w:rsidR="0085747A" w:rsidRPr="00D5141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D51414">
        <w:rPr>
          <w:rFonts w:ascii="Corbel" w:hAnsi="Corbel"/>
          <w:b w:val="0"/>
          <w:smallCaps w:val="0"/>
          <w:szCs w:val="24"/>
        </w:rPr>
        <w:t>),</w:t>
      </w:r>
      <w:r w:rsidR="00D51414" w:rsidRPr="00D51414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D51414">
        <w:rPr>
          <w:rFonts w:ascii="Corbel" w:hAnsi="Corbel"/>
          <w:b w:val="0"/>
          <w:smallCaps w:val="0"/>
          <w:szCs w:val="24"/>
        </w:rPr>
        <w:t>gry dydaktyczne</w:t>
      </w:r>
      <w:r w:rsidR="00D51414">
        <w:rPr>
          <w:rFonts w:ascii="Corbel" w:hAnsi="Corbel"/>
          <w:b w:val="0"/>
          <w:smallCaps w:val="0"/>
          <w:szCs w:val="24"/>
        </w:rPr>
        <w:t>.</w:t>
      </w:r>
    </w:p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61DEDA" w14:textId="3B7F8256" w:rsidR="0937DFEB" w:rsidRDefault="0937DFEB" w:rsidP="06A853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37783A4E" w14:textId="199D2B4A" w:rsidR="06A853DB" w:rsidRDefault="06A853DB" w:rsidP="06A853DB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</w:p>
    <w:p w14:paraId="4E8477EA" w14:textId="17E672D6" w:rsidR="06A853DB" w:rsidRDefault="06A853DB" w:rsidP="06A853DB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</w:p>
    <w:p w14:paraId="71B181AA" w14:textId="665A3F48" w:rsidR="06A853DB" w:rsidRDefault="06A853DB" w:rsidP="06A853DB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</w:p>
    <w:p w14:paraId="10FF1C79" w14:textId="4F7CA993" w:rsidR="06A853DB" w:rsidRDefault="06A853DB" w:rsidP="06A853DB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645CBB7D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7D787679" w:rsidR="0085747A" w:rsidRPr="009C54AE" w:rsidRDefault="00A84C85" w:rsidP="645CBB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45CBB7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732D3A4" w:rsidRPr="645CBB7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4B6752" w14:textId="77777777" w:rsidTr="645CBB7D">
        <w:tc>
          <w:tcPr>
            <w:tcW w:w="1985" w:type="dxa"/>
          </w:tcPr>
          <w:p w14:paraId="4EEBB90D" w14:textId="77777777" w:rsidR="0085747A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676751D" w14:textId="77777777" w:rsidR="0085747A" w:rsidRPr="00046FC4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6FC4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519FBBAE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065B0104" w14:textId="77777777" w:rsidTr="645CBB7D">
        <w:tc>
          <w:tcPr>
            <w:tcW w:w="1985" w:type="dxa"/>
          </w:tcPr>
          <w:p w14:paraId="7E001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</w:t>
            </w:r>
            <w:r w:rsidR="00046FC4">
              <w:rPr>
                <w:rFonts w:ascii="Corbel" w:hAnsi="Corbel"/>
                <w:b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2B31AA07" w14:textId="77777777" w:rsidR="0085747A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Pr="00046FC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8F08A7E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46FC4" w:rsidRPr="009C54AE" w14:paraId="76472174" w14:textId="77777777" w:rsidTr="645CBB7D">
        <w:tc>
          <w:tcPr>
            <w:tcW w:w="1985" w:type="dxa"/>
          </w:tcPr>
          <w:p w14:paraId="002D746F" w14:textId="77777777" w:rsidR="00046FC4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1C492C8" w14:textId="77777777" w:rsidR="00046FC4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Pr="00046FC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CE7027B" w14:textId="77777777" w:rsidR="00046FC4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46FC4" w:rsidRPr="009C54AE" w14:paraId="67ED98BC" w14:textId="77777777" w:rsidTr="645CBB7D">
        <w:tc>
          <w:tcPr>
            <w:tcW w:w="1985" w:type="dxa"/>
          </w:tcPr>
          <w:p w14:paraId="5990E71B" w14:textId="77777777" w:rsidR="00046FC4" w:rsidRPr="009C54AE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E1ACAA6" w14:textId="77777777" w:rsidR="00046FC4" w:rsidRPr="00046FC4" w:rsidRDefault="00046FC4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46FC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8BA71E" w14:textId="77777777" w:rsidR="00046FC4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15911F" w14:textId="77777777" w:rsidTr="645CBB7D">
        <w:tc>
          <w:tcPr>
            <w:tcW w:w="9670" w:type="dxa"/>
          </w:tcPr>
          <w:p w14:paraId="019B0672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przygotowanie prezentacji, ocena z kolokwium zaliczeniowego (w formie testu jednokrotnego wyboru)</w:t>
            </w:r>
          </w:p>
          <w:p w14:paraId="0523EA5F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5AF0D05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6671526A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5F64E14C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0BBD4741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0562CB0E" w14:textId="77777777" w:rsidR="00046FC4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EBF3C5" w14:textId="58685D51" w:rsidR="00923D7D" w:rsidRPr="009C54AE" w:rsidRDefault="00046FC4" w:rsidP="645CBB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45CBB7D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6D98A1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4330"/>
      </w:tblGrid>
      <w:tr w:rsidR="0085747A" w:rsidRPr="009C54AE" w14:paraId="63D9DE79" w14:textId="77777777" w:rsidTr="645CBB7D">
        <w:tc>
          <w:tcPr>
            <w:tcW w:w="5190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30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C2E163" w14:textId="77777777" w:rsidTr="645CBB7D">
        <w:tc>
          <w:tcPr>
            <w:tcW w:w="5190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G</w:t>
            </w:r>
            <w:r w:rsidR="0085747A" w:rsidRPr="645CBB7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45CBB7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45CBB7D">
              <w:rPr>
                <w:rFonts w:ascii="Corbel" w:hAnsi="Corbel"/>
                <w:sz w:val="24"/>
                <w:szCs w:val="24"/>
              </w:rPr>
              <w:t xml:space="preserve"> w</w:t>
            </w:r>
            <w:r w:rsidRPr="645CBB7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45CBB7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45CBB7D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45CBB7D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505C04C1" w:rsidRPr="645CBB7D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645CBB7D">
              <w:rPr>
                <w:rFonts w:ascii="Corbel" w:hAnsi="Corbel"/>
                <w:sz w:val="24"/>
                <w:szCs w:val="24"/>
              </w:rPr>
              <w:t xml:space="preserve"> </w:t>
            </w:r>
            <w:r w:rsidRPr="645CBB7D">
              <w:rPr>
                <w:rFonts w:ascii="Corbel" w:hAnsi="Corbel"/>
                <w:sz w:val="24"/>
                <w:szCs w:val="24"/>
              </w:rPr>
              <w:t>studiów</w:t>
            </w:r>
            <w:r w:rsidR="505C04C1" w:rsidRPr="645CBB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30" w:type="dxa"/>
          </w:tcPr>
          <w:p w14:paraId="72A4FFC0" w14:textId="77777777" w:rsidR="0085747A" w:rsidRPr="009C54AE" w:rsidRDefault="00EF4C82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46FC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645CBB7D">
        <w:tc>
          <w:tcPr>
            <w:tcW w:w="5190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30" w:type="dxa"/>
          </w:tcPr>
          <w:p w14:paraId="5D369756" w14:textId="77777777" w:rsidR="00C61DC5" w:rsidRPr="009C54AE" w:rsidRDefault="00CA5A2E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B807A0B" w14:textId="77777777" w:rsidTr="645CBB7D">
        <w:tc>
          <w:tcPr>
            <w:tcW w:w="5190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30" w:type="dxa"/>
          </w:tcPr>
          <w:p w14:paraId="6A6A9027" w14:textId="77777777" w:rsidR="00C61DC5" w:rsidRPr="009C54AE" w:rsidRDefault="00EF4C82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A5A2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6280AD" w14:textId="77777777" w:rsidTr="645CBB7D">
        <w:tc>
          <w:tcPr>
            <w:tcW w:w="5190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0" w:type="dxa"/>
          </w:tcPr>
          <w:p w14:paraId="68861898" w14:textId="77777777" w:rsidR="0085747A" w:rsidRPr="009C54AE" w:rsidRDefault="00CA5A2E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645CBB7D">
        <w:tc>
          <w:tcPr>
            <w:tcW w:w="5190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0" w:type="dxa"/>
          </w:tcPr>
          <w:p w14:paraId="7144751B" w14:textId="77777777" w:rsidR="0085747A" w:rsidRPr="009C54AE" w:rsidRDefault="00CA5A2E" w:rsidP="00046F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645CBB7D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C2E41B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645CBB7D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9D9AC6E" w14:textId="77777777" w:rsidR="0085747A" w:rsidRPr="009C54AE" w:rsidRDefault="00046FC4" w:rsidP="0004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E117C" w14:paraId="6595716F" w14:textId="77777777" w:rsidTr="645CBB7D">
        <w:trPr>
          <w:trHeight w:val="397"/>
        </w:trPr>
        <w:tc>
          <w:tcPr>
            <w:tcW w:w="7513" w:type="dxa"/>
          </w:tcPr>
          <w:p w14:paraId="729C9695" w14:textId="77777777" w:rsidR="0085747A" w:rsidRPr="00FE117C" w:rsidRDefault="0085747A" w:rsidP="645CBB7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45CBB7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8C5A97B" w14:textId="080A2547" w:rsidR="645CBB7D" w:rsidRDefault="645CBB7D" w:rsidP="645CBB7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A51B30B" w14:textId="77777777" w:rsidR="00046FC4" w:rsidRPr="00FE117C" w:rsidRDefault="00046FC4" w:rsidP="00046F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117C">
              <w:rPr>
                <w:rFonts w:ascii="Corbel" w:hAnsi="Corbel"/>
                <w:sz w:val="24"/>
                <w:szCs w:val="24"/>
              </w:rPr>
              <w:t>Brzozowski W., Krzywoń A., Wiącek M., Prawa człowieka, Warszawa 2019</w:t>
            </w:r>
          </w:p>
          <w:p w14:paraId="1A13312B" w14:textId="77777777" w:rsidR="00046FC4" w:rsidRPr="00FE117C" w:rsidRDefault="00046FC4" w:rsidP="00046FC4">
            <w:pPr>
              <w:pStyle w:val="Akapitzlist"/>
              <w:numPr>
                <w:ilvl w:val="0"/>
                <w:numId w:val="2"/>
              </w:numPr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E117C">
              <w:rPr>
                <w:rFonts w:ascii="Corbel" w:hAnsi="Corbel"/>
                <w:sz w:val="24"/>
                <w:szCs w:val="24"/>
              </w:rPr>
              <w:t>Kuźniar R., Prawa człowieka. Prawo, instytucje, stosunki międzynarodowe, Warszawa 2008</w:t>
            </w:r>
          </w:p>
          <w:p w14:paraId="08CE6F91" w14:textId="77777777" w:rsidR="00046FC4" w:rsidRPr="00FE117C" w:rsidRDefault="00046F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E117C" w14:paraId="52CD9ABB" w14:textId="77777777" w:rsidTr="645CBB7D">
        <w:trPr>
          <w:trHeight w:val="397"/>
        </w:trPr>
        <w:tc>
          <w:tcPr>
            <w:tcW w:w="7513" w:type="dxa"/>
          </w:tcPr>
          <w:p w14:paraId="1616B1D9" w14:textId="77777777" w:rsidR="0085747A" w:rsidRPr="00FE117C" w:rsidRDefault="0085747A" w:rsidP="645CBB7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45CBB7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E01FDFF" w14:textId="0EAC1CBB" w:rsidR="645CBB7D" w:rsidRDefault="645CBB7D" w:rsidP="645CBB7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444A41C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Florczak A. i Bolechow B. (red.), Prawa i wolności I i II generacji, Toruń 2006.</w:t>
            </w:r>
          </w:p>
          <w:p w14:paraId="4283D901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Gronowska B., Jasudowicz T., Mik C., Prawa człowieka. Dokumenty międzynarodowe, Warszawa 1996.</w:t>
            </w:r>
          </w:p>
          <w:p w14:paraId="0D4C1ABC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Hołda J. i in., Prawa człowieka. Zarys wykładu, Zakamycze 2004.</w:t>
            </w:r>
          </w:p>
          <w:p w14:paraId="3BD0D33C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Nowicki M.A., Nowy Europejski Trybunał Praw Człowieka. Wybór orzeczeń 1999-2004, Zakamycze 2005.</w:t>
            </w:r>
          </w:p>
          <w:p w14:paraId="0CB24C57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Osiatyński W., Prawa człowieka i ich granice, Kraków 2011. </w:t>
            </w:r>
          </w:p>
          <w:p w14:paraId="16FD4BE1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Wacławczyk W., Karta Praw Podstawowych UE. Nowa szansa dla praw człowieka, Warszawa 2010.</w:t>
            </w:r>
          </w:p>
          <w:p w14:paraId="52A6C355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Wacławczyk W., Żarna K. (red.), Zbrodnia i kara. Ludobójstwo – zbrodnie wojenne – zbrodnie przeciwko ludzkości, Toruń 2011.</w:t>
            </w:r>
          </w:p>
          <w:p w14:paraId="648B77A4" w14:textId="77777777" w:rsidR="00046FC4" w:rsidRPr="00FE117C" w:rsidRDefault="00046FC4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>Koba L., Wacławczyk W., Prawa człowieka. Wybrane zagadnienia i problemy, Warszawa 2009.</w:t>
            </w:r>
          </w:p>
          <w:p w14:paraId="72C8B1AC" w14:textId="77777777" w:rsidR="006B0AF3" w:rsidRPr="00FE117C" w:rsidRDefault="006B0AF3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Żarna K. (red.), </w:t>
            </w:r>
            <w:r w:rsidRPr="00FE117C">
              <w:rPr>
                <w:rFonts w:ascii="Corbel" w:hAnsi="Corbel" w:cstheme="minorHAnsi"/>
                <w:sz w:val="24"/>
              </w:rPr>
              <w:t>Bezpieczeństwo, Prawa człowieka, Stosunki międzynarodowe, T. I, Rzeszów 2019.</w:t>
            </w:r>
          </w:p>
          <w:p w14:paraId="691058DE" w14:textId="77777777" w:rsidR="006B0AF3" w:rsidRPr="00FE117C" w:rsidRDefault="006B0AF3" w:rsidP="006B0AF3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Malczyńska-Biały M. (red.), </w:t>
            </w:r>
            <w:r w:rsidRPr="00FE117C">
              <w:rPr>
                <w:rFonts w:ascii="Corbel" w:hAnsi="Corbel" w:cstheme="minorHAnsi"/>
                <w:sz w:val="24"/>
              </w:rPr>
              <w:t>Bezpieczeństwo, Prawa człowieka, Stosunki międzynarodowe, T. II, Rzeszów 2019.</w:t>
            </w:r>
          </w:p>
          <w:p w14:paraId="3698A634" w14:textId="77777777" w:rsidR="006B0AF3" w:rsidRPr="00FE117C" w:rsidRDefault="006B0AF3" w:rsidP="006B0AF3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Żarna K. (red.), </w:t>
            </w:r>
            <w:r w:rsidRPr="00FE117C">
              <w:rPr>
                <w:rFonts w:ascii="Corbel" w:hAnsi="Corbel" w:cstheme="minorHAnsi"/>
                <w:sz w:val="24"/>
              </w:rPr>
              <w:t>Bezpieczeństwo, Prawa człowieka, Stosunki międzynarodowe, T. III, Rzeszów 2021.</w:t>
            </w:r>
          </w:p>
          <w:p w14:paraId="3DD053E7" w14:textId="77777777" w:rsidR="006B0AF3" w:rsidRPr="00FE117C" w:rsidRDefault="006B0AF3" w:rsidP="006B0AF3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</w:rPr>
            </w:pPr>
            <w:r w:rsidRPr="00FE117C">
              <w:rPr>
                <w:rFonts w:ascii="Corbel" w:hAnsi="Corbel"/>
                <w:sz w:val="24"/>
              </w:rPr>
              <w:t xml:space="preserve">Malczyńska-Biały M. (red.), </w:t>
            </w:r>
            <w:r w:rsidRPr="00FE117C">
              <w:rPr>
                <w:rFonts w:ascii="Corbel" w:hAnsi="Corbel" w:cstheme="minorHAnsi"/>
                <w:sz w:val="24"/>
              </w:rPr>
              <w:t>Bezpieczeństwo, Prawa człowieka, Stosunki międzynarodowe, T. IV, Rzeszów 2021.</w:t>
            </w:r>
          </w:p>
          <w:p w14:paraId="442DC499" w14:textId="77777777" w:rsidR="006B0AF3" w:rsidRPr="00FE117C" w:rsidRDefault="006B0AF3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E117C">
              <w:rPr>
                <w:rFonts w:ascii="Corbel" w:hAnsi="Corbel"/>
                <w:sz w:val="24"/>
                <w:szCs w:val="24"/>
              </w:rPr>
              <w:t>Malczyńska-Biały M., Żarna K. (red.), Prawa człowieka i ich ochrona, Warszawa 2018.</w:t>
            </w:r>
          </w:p>
          <w:p w14:paraId="6BB9E253" w14:textId="2BA76C3E" w:rsidR="006B0AF3" w:rsidRPr="00FE117C" w:rsidRDefault="5F4E6BBF" w:rsidP="00046FC4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645CBB7D">
              <w:rPr>
                <w:rFonts w:ascii="Corbel" w:hAnsi="Corbel"/>
                <w:sz w:val="24"/>
                <w:szCs w:val="24"/>
              </w:rPr>
              <w:t>Malczyńska-Biały M., Żarna K. (red.), Naruszenia praw człowieka we współczesnym świecie, Warszawa 2018.</w:t>
            </w:r>
          </w:p>
          <w:p w14:paraId="23DE523C" w14:textId="77777777" w:rsidR="00046FC4" w:rsidRPr="00FE117C" w:rsidRDefault="00046FC4" w:rsidP="00046FC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DD82C" w14:textId="77777777" w:rsidR="005F0B63" w:rsidRDefault="005F0B63" w:rsidP="00C16ABF">
      <w:pPr>
        <w:spacing w:after="0" w:line="240" w:lineRule="auto"/>
      </w:pPr>
      <w:r>
        <w:separator/>
      </w:r>
    </w:p>
  </w:endnote>
  <w:endnote w:type="continuationSeparator" w:id="0">
    <w:p w14:paraId="58E2C8A6" w14:textId="77777777" w:rsidR="005F0B63" w:rsidRDefault="005F0B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5D39E" w14:textId="77777777" w:rsidR="005F0B63" w:rsidRDefault="005F0B63" w:rsidP="00C16ABF">
      <w:pPr>
        <w:spacing w:after="0" w:line="240" w:lineRule="auto"/>
      </w:pPr>
      <w:r>
        <w:separator/>
      </w:r>
    </w:p>
  </w:footnote>
  <w:footnote w:type="continuationSeparator" w:id="0">
    <w:p w14:paraId="380974C6" w14:textId="77777777" w:rsidR="005F0B63" w:rsidRDefault="005F0B6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290287">
    <w:abstractNumId w:val="0"/>
  </w:num>
  <w:num w:numId="2" w16cid:durableId="1932010110">
    <w:abstractNumId w:val="1"/>
  </w:num>
  <w:num w:numId="3" w16cid:durableId="97918753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D4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7FC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66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58B"/>
    <w:rsid w:val="003151C5"/>
    <w:rsid w:val="00322FDF"/>
    <w:rsid w:val="003343CF"/>
    <w:rsid w:val="00346FE9"/>
    <w:rsid w:val="0034759A"/>
    <w:rsid w:val="003503F6"/>
    <w:rsid w:val="003530DD"/>
    <w:rsid w:val="00363F78"/>
    <w:rsid w:val="00396CC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AF5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0E0"/>
    <w:rsid w:val="0059484D"/>
    <w:rsid w:val="005A0855"/>
    <w:rsid w:val="005A3196"/>
    <w:rsid w:val="005C080F"/>
    <w:rsid w:val="005C55E5"/>
    <w:rsid w:val="005C696A"/>
    <w:rsid w:val="005E6E85"/>
    <w:rsid w:val="005F0B63"/>
    <w:rsid w:val="005F31D2"/>
    <w:rsid w:val="0061029B"/>
    <w:rsid w:val="00614D3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AF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76A"/>
    <w:rsid w:val="00BB4B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CA0"/>
    <w:rsid w:val="00C557BF"/>
    <w:rsid w:val="00C56036"/>
    <w:rsid w:val="00C61DC5"/>
    <w:rsid w:val="00C67E92"/>
    <w:rsid w:val="00C70A26"/>
    <w:rsid w:val="00C766DF"/>
    <w:rsid w:val="00C94B98"/>
    <w:rsid w:val="00CA2B96"/>
    <w:rsid w:val="00CA5089"/>
    <w:rsid w:val="00CA5A2E"/>
    <w:rsid w:val="00CD6897"/>
    <w:rsid w:val="00CD77F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414"/>
    <w:rsid w:val="00D54E60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37F"/>
    <w:rsid w:val="00E51E44"/>
    <w:rsid w:val="00E63348"/>
    <w:rsid w:val="00E77E88"/>
    <w:rsid w:val="00E8107D"/>
    <w:rsid w:val="00E960BB"/>
    <w:rsid w:val="00EA0C0F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EF4C82"/>
    <w:rsid w:val="00F070AB"/>
    <w:rsid w:val="00F17567"/>
    <w:rsid w:val="00F27A7B"/>
    <w:rsid w:val="00F526AF"/>
    <w:rsid w:val="00F617C3"/>
    <w:rsid w:val="00F7066B"/>
    <w:rsid w:val="00F83B28"/>
    <w:rsid w:val="00FA46E5"/>
    <w:rsid w:val="00FA5B8F"/>
    <w:rsid w:val="00FB7DBA"/>
    <w:rsid w:val="00FC1C25"/>
    <w:rsid w:val="00FC3F45"/>
    <w:rsid w:val="00FD503F"/>
    <w:rsid w:val="00FD7589"/>
    <w:rsid w:val="00FE117C"/>
    <w:rsid w:val="00FF016A"/>
    <w:rsid w:val="00FF1401"/>
    <w:rsid w:val="00FF5E7D"/>
    <w:rsid w:val="046FCEA7"/>
    <w:rsid w:val="06A853DB"/>
    <w:rsid w:val="0937DFEB"/>
    <w:rsid w:val="093BF6C5"/>
    <w:rsid w:val="161BC70C"/>
    <w:rsid w:val="2A29B092"/>
    <w:rsid w:val="2E114C48"/>
    <w:rsid w:val="3A03F9E3"/>
    <w:rsid w:val="3A47C1E2"/>
    <w:rsid w:val="3AF7ADEF"/>
    <w:rsid w:val="47AF713F"/>
    <w:rsid w:val="505C04C1"/>
    <w:rsid w:val="5732D3A4"/>
    <w:rsid w:val="5C1E6085"/>
    <w:rsid w:val="5F4E6BBF"/>
    <w:rsid w:val="643FA56F"/>
    <w:rsid w:val="645CBB7D"/>
    <w:rsid w:val="7696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A21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0357B-262A-45A1-B74C-9DFE331D5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836</Words>
  <Characters>5019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12</cp:revision>
  <cp:lastPrinted>2019-02-06T12:12:00Z</cp:lastPrinted>
  <dcterms:created xsi:type="dcterms:W3CDTF">2021-12-08T16:24:00Z</dcterms:created>
  <dcterms:modified xsi:type="dcterms:W3CDTF">2025-11-14T23:49:00Z</dcterms:modified>
</cp:coreProperties>
</file>